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A99" w:rsidRPr="005E58B5" w:rsidRDefault="005E58B5" w:rsidP="005E58B5">
      <w:pPr>
        <w:spacing w:line="480" w:lineRule="auto"/>
      </w:pPr>
      <w:r w:rsidRPr="005E58B5">
        <w:t>Chapter 4 of this dissertation has been accepted for publications in Terra Nova Journal on 14</w:t>
      </w:r>
      <w:r w:rsidRPr="005E58B5">
        <w:rPr>
          <w:vertAlign w:val="superscript"/>
        </w:rPr>
        <w:t>th</w:t>
      </w:r>
      <w:r w:rsidRPr="005E58B5">
        <w:t xml:space="preserve"> </w:t>
      </w:r>
      <w:r>
        <w:t>March 2017 with the title</w:t>
      </w:r>
      <w:r w:rsidRPr="005E58B5">
        <w:t xml:space="preserve">: </w:t>
      </w:r>
      <w:r>
        <w:t>“</w:t>
      </w:r>
      <w:r w:rsidRPr="005E58B5">
        <w:t>When the earth blisters: Exploring recurrent liquefaction features in the coastal system of Christchurch, New Zealand</w:t>
      </w:r>
      <w:r>
        <w:t>”</w:t>
      </w:r>
      <w:bookmarkStart w:id="0" w:name="_GoBack"/>
      <w:bookmarkEnd w:id="0"/>
    </w:p>
    <w:p w:rsidR="005E58B5" w:rsidRDefault="005E58B5" w:rsidP="005E58B5">
      <w:pPr>
        <w:spacing w:line="480" w:lineRule="auto"/>
      </w:pPr>
      <w:r w:rsidRPr="005E58B5">
        <w:t>The authors of the paper are</w:t>
      </w:r>
      <w:r>
        <w:t xml:space="preserve"> listed below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5E58B5" w:rsidTr="005E58B5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B5" w:rsidRDefault="005E58B5">
            <w:r>
              <w:t>AUTHORS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B5" w:rsidRDefault="005E58B5">
            <w:r>
              <w:t>ADRESSES</w:t>
            </w:r>
          </w:p>
        </w:tc>
      </w:tr>
      <w:tr w:rsidR="005E58B5" w:rsidTr="005E58B5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5" w:rsidRDefault="005E58B5">
            <w:r>
              <w:t>Monica Giona Bucci</w:t>
            </w:r>
          </w:p>
          <w:p w:rsidR="005E58B5" w:rsidRDefault="005E58B5"/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B5" w:rsidRDefault="005E58B5">
            <w:r>
              <w:t>Faculty of Agriculture and Life Science, Lincoln, New Zealand</w:t>
            </w:r>
          </w:p>
        </w:tc>
      </w:tr>
      <w:tr w:rsidR="005E58B5" w:rsidTr="005E58B5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5" w:rsidRDefault="005E58B5"/>
          <w:p w:rsidR="005E58B5" w:rsidRDefault="005E58B5">
            <w:r>
              <w:t>Peter Almond</w:t>
            </w:r>
          </w:p>
          <w:p w:rsidR="005E58B5" w:rsidRDefault="005E58B5"/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B5" w:rsidRDefault="005E58B5">
            <w:r>
              <w:t>Faculty of Agriculture and Life Science, Lincoln, New Zealand</w:t>
            </w:r>
          </w:p>
        </w:tc>
      </w:tr>
      <w:tr w:rsidR="005E58B5" w:rsidTr="005E58B5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5" w:rsidRDefault="005E58B5">
            <w:r>
              <w:t>Pilar Villamor</w:t>
            </w:r>
          </w:p>
          <w:p w:rsidR="005E58B5" w:rsidRDefault="005E58B5"/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B5" w:rsidRDefault="005E58B5">
            <w:r>
              <w:t>GNS, PO Box 30368, Lower Hutt 5040, New Zealand</w:t>
            </w:r>
          </w:p>
        </w:tc>
      </w:tr>
      <w:tr w:rsidR="005E58B5" w:rsidTr="005E58B5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5" w:rsidRDefault="005E58B5">
            <w:r>
              <w:t>Will Ries</w:t>
            </w:r>
          </w:p>
          <w:p w:rsidR="005E58B5" w:rsidRDefault="005E58B5"/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B5" w:rsidRDefault="005E58B5">
            <w:r>
              <w:t>GNS, PO Box 30368, Lower Hutt 5040, New Zealand</w:t>
            </w:r>
          </w:p>
        </w:tc>
      </w:tr>
      <w:tr w:rsidR="005E58B5" w:rsidTr="005E58B5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5" w:rsidRDefault="005E58B5">
            <w:r>
              <w:t>Carol Smith</w:t>
            </w:r>
          </w:p>
          <w:p w:rsidR="005E58B5" w:rsidRDefault="005E58B5"/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B5" w:rsidRDefault="005E58B5">
            <w:r>
              <w:t>Faculty of Agriculture and Life Science, Lincoln, New Zealand</w:t>
            </w:r>
          </w:p>
        </w:tc>
      </w:tr>
      <w:tr w:rsidR="005E58B5" w:rsidTr="005E58B5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5" w:rsidRDefault="005E58B5">
            <w:r>
              <w:t xml:space="preserve">Martitia Tuttle </w:t>
            </w:r>
          </w:p>
          <w:p w:rsidR="005E58B5" w:rsidRDefault="005E58B5"/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B5" w:rsidRDefault="005E58B5">
            <w:r>
              <w:t>M. Tuttle &amp; Associates, P.O. Box 345, Georgetown, ME, USA</w:t>
            </w:r>
          </w:p>
        </w:tc>
      </w:tr>
    </w:tbl>
    <w:p w:rsidR="005E58B5" w:rsidRDefault="005E58B5" w:rsidP="005E58B5"/>
    <w:sectPr w:rsidR="005E5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8B5"/>
    <w:rsid w:val="000900B9"/>
    <w:rsid w:val="001817D2"/>
    <w:rsid w:val="0021662E"/>
    <w:rsid w:val="002537D9"/>
    <w:rsid w:val="0029149A"/>
    <w:rsid w:val="00373426"/>
    <w:rsid w:val="003B5CE7"/>
    <w:rsid w:val="00430A99"/>
    <w:rsid w:val="00462DB4"/>
    <w:rsid w:val="005E44C2"/>
    <w:rsid w:val="005E58B5"/>
    <w:rsid w:val="00631E56"/>
    <w:rsid w:val="00660DCB"/>
    <w:rsid w:val="006E576D"/>
    <w:rsid w:val="00727B09"/>
    <w:rsid w:val="007A6E63"/>
    <w:rsid w:val="007E471C"/>
    <w:rsid w:val="007F3442"/>
    <w:rsid w:val="007F5439"/>
    <w:rsid w:val="009068CF"/>
    <w:rsid w:val="00A93FD7"/>
    <w:rsid w:val="00B23B82"/>
    <w:rsid w:val="00BF7577"/>
    <w:rsid w:val="00C93A66"/>
    <w:rsid w:val="00D3335B"/>
    <w:rsid w:val="00DB4C1E"/>
    <w:rsid w:val="00DD0FB0"/>
    <w:rsid w:val="00E27023"/>
    <w:rsid w:val="00FB7759"/>
    <w:rsid w:val="00FC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812302-C809-4D6B-884F-7C7C2DCA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5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table" w:styleId="TableGrid">
    <w:name w:val="Table Grid"/>
    <w:basedOn w:val="TableNormal"/>
    <w:uiPriority w:val="39"/>
    <w:rsid w:val="005E58B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8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1D445DA1.dotm</Template>
  <TotalTime>7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University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Giona Bucci, Monica</dc:creator>
  <cp:keywords/>
  <dc:description/>
  <cp:lastModifiedBy>Giona Bucci, Monica</cp:lastModifiedBy>
  <cp:revision>1</cp:revision>
  <dcterms:created xsi:type="dcterms:W3CDTF">2017-04-12T03:07:00Z</dcterms:created>
  <dcterms:modified xsi:type="dcterms:W3CDTF">2017-04-12T03:14:00Z</dcterms:modified>
</cp:coreProperties>
</file>